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F2F" w:rsidRDefault="00D40F2F" w:rsidP="00D711CD">
      <w:pPr>
        <w:pStyle w:val="BodyText"/>
        <w:ind w:right="279"/>
        <w:jc w:val="left"/>
        <w:rPr>
          <w:rFonts w:ascii="Times New Roman" w:hAnsi="Times New Roman"/>
          <w:b w:val="0"/>
          <w:szCs w:val="28"/>
        </w:rPr>
      </w:pPr>
      <w:bookmarkStart w:id="0" w:name="_GoBack"/>
      <w:bookmarkEnd w:id="0"/>
    </w:p>
    <w:p w:rsidR="00D40F2F" w:rsidRPr="00EC3FF1" w:rsidRDefault="00D40F2F" w:rsidP="00D711CD">
      <w:pPr>
        <w:pStyle w:val="BodyText"/>
        <w:ind w:right="279"/>
        <w:rPr>
          <w:rFonts w:ascii="Times New Roman" w:hAnsi="Times New Roman"/>
          <w:b w:val="0"/>
          <w:szCs w:val="28"/>
        </w:rPr>
      </w:pPr>
      <w:r w:rsidRPr="00EC3FF1">
        <w:rPr>
          <w:rFonts w:ascii="Times New Roman" w:hAnsi="Times New Roman"/>
          <w:b w:val="0"/>
          <w:szCs w:val="28"/>
        </w:rPr>
        <w:t xml:space="preserve">РЕЦЕНЗІЯ  </w:t>
      </w:r>
    </w:p>
    <w:p w:rsidR="00D40F2F" w:rsidRPr="00EC3FF1" w:rsidRDefault="00D40F2F" w:rsidP="00D711CD">
      <w:pPr>
        <w:pStyle w:val="BodyText"/>
        <w:ind w:right="279"/>
        <w:rPr>
          <w:rFonts w:ascii="Times New Roman" w:hAnsi="Times New Roman"/>
          <w:b w:val="0"/>
          <w:szCs w:val="28"/>
        </w:rPr>
      </w:pPr>
      <w:r w:rsidRPr="00EC3FF1">
        <w:rPr>
          <w:rFonts w:ascii="Times New Roman" w:hAnsi="Times New Roman"/>
          <w:b w:val="0"/>
          <w:szCs w:val="28"/>
        </w:rPr>
        <w:t>на наукову роботу «</w:t>
      </w:r>
      <w:r w:rsidRPr="00EC3FF1">
        <w:rPr>
          <w:rFonts w:ascii="Times New Roman" w:hAnsi="Times New Roman"/>
          <w:szCs w:val="28"/>
        </w:rPr>
        <w:t>Nezdolanni</w:t>
      </w:r>
      <w:r w:rsidRPr="00EC3FF1">
        <w:rPr>
          <w:rFonts w:ascii="Times New Roman" w:hAnsi="Times New Roman"/>
          <w:b w:val="0"/>
          <w:szCs w:val="28"/>
        </w:rPr>
        <w:t xml:space="preserve">», представлену на Конкурс </w:t>
      </w:r>
    </w:p>
    <w:p w:rsidR="00D40F2F" w:rsidRPr="00EC3FF1" w:rsidRDefault="00D40F2F" w:rsidP="00EC3FF1">
      <w:pPr>
        <w:spacing w:line="360" w:lineRule="auto"/>
        <w:rPr>
          <w:sz w:val="28"/>
          <w:szCs w:val="28"/>
        </w:rPr>
      </w:pPr>
      <w:bookmarkStart w:id="1" w:name="_Hlk3549654"/>
      <w:r w:rsidRPr="00EC3FF1">
        <w:rPr>
          <w:sz w:val="28"/>
          <w:szCs w:val="28"/>
        </w:rPr>
        <w:t xml:space="preserve">з галузі знань </w:t>
      </w:r>
      <w:bookmarkStart w:id="2" w:name="_Hlk3549641"/>
      <w:r w:rsidRPr="00EC3FF1">
        <w:rPr>
          <w:sz w:val="28"/>
          <w:szCs w:val="28"/>
        </w:rPr>
        <w:t xml:space="preserve">«Гуманітарні науки» </w:t>
      </w:r>
      <w:r>
        <w:rPr>
          <w:sz w:val="28"/>
          <w:szCs w:val="28"/>
        </w:rPr>
        <w:t xml:space="preserve"> </w:t>
      </w:r>
      <w:r w:rsidRPr="00EC3FF1">
        <w:rPr>
          <w:sz w:val="28"/>
          <w:szCs w:val="28"/>
        </w:rPr>
        <w:t>зі спеціальності «Історичні науки»</w:t>
      </w:r>
      <w:bookmarkEnd w:id="1"/>
      <w:bookmarkEnd w:id="2"/>
    </w:p>
    <w:p w:rsidR="00D40F2F" w:rsidRPr="001D3639" w:rsidRDefault="00D40F2F" w:rsidP="00D711CD">
      <w:pPr>
        <w:ind w:right="279"/>
        <w:rPr>
          <w:sz w:val="20"/>
          <w:szCs w:val="20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120"/>
        <w:gridCol w:w="1980"/>
        <w:gridCol w:w="927"/>
      </w:tblGrid>
      <w:tr w:rsidR="00D40F2F" w:rsidRPr="00E07F0C" w:rsidTr="00F877A9">
        <w:tc>
          <w:tcPr>
            <w:tcW w:w="828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№</w:t>
            </w:r>
          </w:p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з/п</w:t>
            </w:r>
          </w:p>
        </w:tc>
        <w:tc>
          <w:tcPr>
            <w:tcW w:w="6120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Характеристики та критерії оцінки рукопису наукової роботи</w:t>
            </w:r>
          </w:p>
        </w:tc>
        <w:tc>
          <w:tcPr>
            <w:tcW w:w="1980" w:type="dxa"/>
          </w:tcPr>
          <w:p w:rsidR="00D40F2F" w:rsidRPr="004B0AA7" w:rsidRDefault="00D40F2F" w:rsidP="00F877A9">
            <w:pPr>
              <w:pStyle w:val="BodyText"/>
              <w:ind w:right="72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Рейтингова оцінка. Максимальна кількість балів (за 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0-бальною шкалою)</w:t>
            </w:r>
          </w:p>
        </w:tc>
        <w:tc>
          <w:tcPr>
            <w:tcW w:w="927" w:type="dxa"/>
          </w:tcPr>
          <w:p w:rsidR="00D40F2F" w:rsidRPr="004B0AA7" w:rsidRDefault="00D40F2F" w:rsidP="00F877A9">
            <w:pPr>
              <w:pStyle w:val="BodyText"/>
              <w:ind w:right="-8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Бали</w:t>
            </w:r>
          </w:p>
        </w:tc>
      </w:tr>
      <w:tr w:rsidR="00D40F2F" w:rsidRPr="00E07F0C" w:rsidTr="00F877A9">
        <w:tc>
          <w:tcPr>
            <w:tcW w:w="828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6120" w:type="dxa"/>
          </w:tcPr>
          <w:p w:rsidR="00D40F2F" w:rsidRPr="004B0AA7" w:rsidRDefault="00D40F2F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Актуальність проблеми</w:t>
            </w:r>
          </w:p>
        </w:tc>
        <w:tc>
          <w:tcPr>
            <w:tcW w:w="1980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 xml:space="preserve">10 </w:t>
            </w:r>
          </w:p>
        </w:tc>
        <w:tc>
          <w:tcPr>
            <w:tcW w:w="927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</w:tr>
      <w:tr w:rsidR="00D40F2F" w:rsidRPr="00E07F0C" w:rsidTr="00F877A9">
        <w:tc>
          <w:tcPr>
            <w:tcW w:w="828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6120" w:type="dxa"/>
          </w:tcPr>
          <w:p w:rsidR="00D40F2F" w:rsidRPr="004B0AA7" w:rsidRDefault="00D40F2F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Новизна та оригінальність ідей</w:t>
            </w:r>
          </w:p>
        </w:tc>
        <w:tc>
          <w:tcPr>
            <w:tcW w:w="1980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927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D40F2F" w:rsidRPr="00E07F0C" w:rsidTr="00F877A9">
        <w:tc>
          <w:tcPr>
            <w:tcW w:w="828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120" w:type="dxa"/>
          </w:tcPr>
          <w:p w:rsidR="00D40F2F" w:rsidRPr="004B0AA7" w:rsidRDefault="00D40F2F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Використані методи дослідження</w:t>
            </w:r>
          </w:p>
        </w:tc>
        <w:tc>
          <w:tcPr>
            <w:tcW w:w="1980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927" w:type="dxa"/>
          </w:tcPr>
          <w:p w:rsidR="00D40F2F" w:rsidRPr="00D711CD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15</w:t>
            </w:r>
          </w:p>
        </w:tc>
      </w:tr>
      <w:tr w:rsidR="00D40F2F" w:rsidRPr="00E07F0C" w:rsidTr="00F877A9">
        <w:tc>
          <w:tcPr>
            <w:tcW w:w="828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6120" w:type="dxa"/>
          </w:tcPr>
          <w:p w:rsidR="00D40F2F" w:rsidRPr="004B0AA7" w:rsidRDefault="00D40F2F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Теоретичні наукові результати</w:t>
            </w:r>
          </w:p>
        </w:tc>
        <w:tc>
          <w:tcPr>
            <w:tcW w:w="1980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</w:tr>
      <w:tr w:rsidR="00D40F2F" w:rsidRPr="00E07F0C" w:rsidTr="00F877A9">
        <w:tc>
          <w:tcPr>
            <w:tcW w:w="828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6120" w:type="dxa"/>
          </w:tcPr>
          <w:p w:rsidR="00D40F2F" w:rsidRPr="004B0AA7" w:rsidRDefault="00D40F2F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Практична направленість результатів (документальне підтвердження впровадження результатів роботи)</w:t>
            </w:r>
          </w:p>
        </w:tc>
        <w:tc>
          <w:tcPr>
            <w:tcW w:w="1980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927" w:type="dxa"/>
          </w:tcPr>
          <w:p w:rsidR="00D40F2F" w:rsidRDefault="00D40F2F" w:rsidP="0083327D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 </w:t>
            </w:r>
          </w:p>
          <w:p w:rsidR="00D40F2F" w:rsidRPr="00D711CD" w:rsidRDefault="00D40F2F" w:rsidP="0083327D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   –</w:t>
            </w:r>
          </w:p>
        </w:tc>
      </w:tr>
      <w:tr w:rsidR="00D40F2F" w:rsidRPr="00E07F0C" w:rsidTr="00F877A9">
        <w:tc>
          <w:tcPr>
            <w:tcW w:w="828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6120" w:type="dxa"/>
          </w:tcPr>
          <w:p w:rsidR="00D40F2F" w:rsidRPr="004B0AA7" w:rsidRDefault="00D40F2F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Рівень використання наукової літератури та інших джерел інформації</w:t>
            </w:r>
          </w:p>
        </w:tc>
        <w:tc>
          <w:tcPr>
            <w:tcW w:w="1980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5</w:t>
            </w:r>
          </w:p>
        </w:tc>
      </w:tr>
      <w:tr w:rsidR="00D40F2F" w:rsidRPr="00E07F0C" w:rsidTr="00F877A9">
        <w:tc>
          <w:tcPr>
            <w:tcW w:w="828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6120" w:type="dxa"/>
          </w:tcPr>
          <w:p w:rsidR="00D40F2F" w:rsidRPr="004B0AA7" w:rsidRDefault="00D40F2F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Ступінь самостійності роботи</w:t>
            </w:r>
          </w:p>
        </w:tc>
        <w:tc>
          <w:tcPr>
            <w:tcW w:w="1980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</w:tr>
      <w:tr w:rsidR="00D40F2F" w:rsidRPr="00E07F0C" w:rsidTr="00F877A9">
        <w:tc>
          <w:tcPr>
            <w:tcW w:w="828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6120" w:type="dxa"/>
          </w:tcPr>
          <w:p w:rsidR="00D40F2F" w:rsidRPr="004B0AA7" w:rsidRDefault="00D40F2F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Якість оформлення</w:t>
            </w:r>
          </w:p>
        </w:tc>
        <w:tc>
          <w:tcPr>
            <w:tcW w:w="1980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D40F2F" w:rsidRPr="00E07F0C" w:rsidTr="00F877A9">
        <w:tc>
          <w:tcPr>
            <w:tcW w:w="828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6120" w:type="dxa"/>
          </w:tcPr>
          <w:p w:rsidR="00D40F2F" w:rsidRPr="004B0AA7" w:rsidRDefault="00D40F2F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Наукові публікації</w:t>
            </w:r>
          </w:p>
        </w:tc>
        <w:tc>
          <w:tcPr>
            <w:tcW w:w="1980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–</w:t>
            </w:r>
          </w:p>
        </w:tc>
      </w:tr>
      <w:tr w:rsidR="00D40F2F" w:rsidRPr="00E07F0C" w:rsidTr="00F877A9">
        <w:tc>
          <w:tcPr>
            <w:tcW w:w="828" w:type="dxa"/>
          </w:tcPr>
          <w:p w:rsidR="00D40F2F" w:rsidRPr="00D711CD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6120" w:type="dxa"/>
          </w:tcPr>
          <w:p w:rsidR="00D40F2F" w:rsidRPr="00D711CD" w:rsidRDefault="00D40F2F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Дослідницький характер роботи. Глибина аналізу історичних джерел</w:t>
            </w:r>
          </w:p>
        </w:tc>
        <w:tc>
          <w:tcPr>
            <w:tcW w:w="1980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927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D40F2F" w:rsidRPr="00E07F0C" w:rsidTr="00F877A9">
        <w:tc>
          <w:tcPr>
            <w:tcW w:w="828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6120" w:type="dxa"/>
          </w:tcPr>
          <w:p w:rsidR="00D40F2F" w:rsidRPr="004B0AA7" w:rsidRDefault="00D40F2F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Недоліки роботи (пояснення зниження максимальних балів у п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унктах </w:t>
            </w: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1-9):</w:t>
            </w:r>
          </w:p>
        </w:tc>
        <w:tc>
          <w:tcPr>
            <w:tcW w:w="1980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D40F2F" w:rsidRPr="00E07F0C" w:rsidTr="00F877A9">
        <w:tc>
          <w:tcPr>
            <w:tcW w:w="828" w:type="dxa"/>
          </w:tcPr>
          <w:p w:rsidR="00D40F2F" w:rsidRPr="004B0AA7" w:rsidRDefault="00D40F2F" w:rsidP="00F877A9">
            <w:pPr>
              <w:pStyle w:val="BodyText"/>
              <w:ind w:right="-108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11.1</w:t>
            </w:r>
          </w:p>
        </w:tc>
        <w:tc>
          <w:tcPr>
            <w:tcW w:w="6120" w:type="dxa"/>
          </w:tcPr>
          <w:p w:rsidR="00D40F2F" w:rsidRPr="004B0AA7" w:rsidRDefault="00D40F2F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D40F2F" w:rsidRPr="00E07F0C" w:rsidTr="00F877A9">
        <w:tc>
          <w:tcPr>
            <w:tcW w:w="828" w:type="dxa"/>
          </w:tcPr>
          <w:p w:rsidR="00D40F2F" w:rsidRPr="004B0AA7" w:rsidRDefault="00D40F2F" w:rsidP="00F877A9">
            <w:pPr>
              <w:pStyle w:val="BodyText"/>
              <w:ind w:right="72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11.2</w:t>
            </w:r>
          </w:p>
        </w:tc>
        <w:tc>
          <w:tcPr>
            <w:tcW w:w="6120" w:type="dxa"/>
          </w:tcPr>
          <w:p w:rsidR="00D40F2F" w:rsidRPr="004B0AA7" w:rsidRDefault="00D40F2F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Ідеї, викладені в роботі, не є новими.</w:t>
            </w:r>
          </w:p>
        </w:tc>
        <w:tc>
          <w:tcPr>
            <w:tcW w:w="1980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D40F2F" w:rsidRPr="00E07F0C" w:rsidTr="00F877A9">
        <w:tc>
          <w:tcPr>
            <w:tcW w:w="828" w:type="dxa"/>
          </w:tcPr>
          <w:p w:rsidR="00D40F2F" w:rsidRDefault="00D40F2F" w:rsidP="00F877A9">
            <w:pPr>
              <w:pStyle w:val="BodyText"/>
              <w:ind w:right="72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11.3</w:t>
            </w:r>
          </w:p>
        </w:tc>
        <w:tc>
          <w:tcPr>
            <w:tcW w:w="6120" w:type="dxa"/>
          </w:tcPr>
          <w:p w:rsidR="00D40F2F" w:rsidRDefault="00D40F2F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D40F2F" w:rsidRPr="00E07F0C" w:rsidTr="00F877A9">
        <w:tc>
          <w:tcPr>
            <w:tcW w:w="828" w:type="dxa"/>
          </w:tcPr>
          <w:p w:rsidR="00D40F2F" w:rsidRPr="004B0AA7" w:rsidRDefault="00D40F2F" w:rsidP="00F877A9">
            <w:pPr>
              <w:pStyle w:val="BodyText"/>
              <w:ind w:right="72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11.4</w:t>
            </w:r>
          </w:p>
        </w:tc>
        <w:tc>
          <w:tcPr>
            <w:tcW w:w="6120" w:type="dxa"/>
          </w:tcPr>
          <w:p w:rsidR="00D40F2F" w:rsidRPr="004B0AA7" w:rsidRDefault="00D40F2F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Розвідка не додає чогось принципово нового в теоретичному плпні</w:t>
            </w:r>
          </w:p>
        </w:tc>
        <w:tc>
          <w:tcPr>
            <w:tcW w:w="1980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D40F2F" w:rsidRPr="00E07F0C" w:rsidTr="00F877A9">
        <w:tc>
          <w:tcPr>
            <w:tcW w:w="828" w:type="dxa"/>
          </w:tcPr>
          <w:p w:rsidR="00D40F2F" w:rsidRDefault="00D40F2F" w:rsidP="00F877A9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11.5</w:t>
            </w:r>
          </w:p>
        </w:tc>
        <w:tc>
          <w:tcPr>
            <w:tcW w:w="6120" w:type="dxa"/>
          </w:tcPr>
          <w:p w:rsidR="00D40F2F" w:rsidRPr="004B0AA7" w:rsidRDefault="00D40F2F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Робота може бути практично використана переважно в Нікопольському районі. Інші аспекти є загальноукраїнськими і надзвичайно загальними для практичного використання</w:t>
            </w:r>
          </w:p>
        </w:tc>
        <w:tc>
          <w:tcPr>
            <w:tcW w:w="1980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D40F2F" w:rsidRPr="00E07F0C" w:rsidTr="00F877A9">
        <w:tc>
          <w:tcPr>
            <w:tcW w:w="828" w:type="dxa"/>
          </w:tcPr>
          <w:p w:rsidR="00D40F2F" w:rsidRDefault="00D40F2F" w:rsidP="00F877A9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11.6</w:t>
            </w:r>
          </w:p>
        </w:tc>
        <w:tc>
          <w:tcPr>
            <w:tcW w:w="6120" w:type="dxa"/>
          </w:tcPr>
          <w:p w:rsidR="00D40F2F" w:rsidRPr="004B0AA7" w:rsidRDefault="00D40F2F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D40F2F" w:rsidRPr="00E07F0C" w:rsidTr="00F877A9">
        <w:tc>
          <w:tcPr>
            <w:tcW w:w="828" w:type="dxa"/>
          </w:tcPr>
          <w:p w:rsidR="00D40F2F" w:rsidRDefault="00D40F2F" w:rsidP="00F877A9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11.7</w:t>
            </w:r>
          </w:p>
        </w:tc>
        <w:tc>
          <w:tcPr>
            <w:tcW w:w="6120" w:type="dxa"/>
          </w:tcPr>
          <w:p w:rsidR="00D40F2F" w:rsidRPr="004B2F8E" w:rsidRDefault="00D40F2F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Ступінь самостійності визначити важко – відсутні посилання в тексті. Перевірка тексту засобами програми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AntiPlagiarism</w:t>
            </w:r>
            <w:r w:rsidRPr="004B2F8E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NET</w:t>
            </w:r>
            <w:r w:rsidRPr="004B2F8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засвідчив недостатній рівень самостійності. Унікальність тексту з урахуванням наявності копій тексту (без цитувань)  – 75 %, наявності рерайтингу (переформулювань та перекладів) – 56 %. За системою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Unicheck.com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рівень самостійності оцінений як в 74,92%. </w:t>
            </w:r>
          </w:p>
        </w:tc>
        <w:tc>
          <w:tcPr>
            <w:tcW w:w="1980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D40F2F" w:rsidRPr="00E07F0C" w:rsidTr="00F877A9">
        <w:tc>
          <w:tcPr>
            <w:tcW w:w="828" w:type="dxa"/>
          </w:tcPr>
          <w:p w:rsidR="00D40F2F" w:rsidRDefault="00D40F2F" w:rsidP="00F877A9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11.8</w:t>
            </w:r>
          </w:p>
        </w:tc>
        <w:tc>
          <w:tcPr>
            <w:tcW w:w="6120" w:type="dxa"/>
          </w:tcPr>
          <w:p w:rsidR="00D40F2F" w:rsidRPr="004B0AA7" w:rsidRDefault="00D40F2F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D40F2F" w:rsidRPr="00E07F0C" w:rsidTr="00F877A9">
        <w:tc>
          <w:tcPr>
            <w:tcW w:w="828" w:type="dxa"/>
          </w:tcPr>
          <w:p w:rsidR="00D40F2F" w:rsidRDefault="00D40F2F" w:rsidP="00F877A9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11.9</w:t>
            </w:r>
          </w:p>
        </w:tc>
        <w:tc>
          <w:tcPr>
            <w:tcW w:w="6120" w:type="dxa"/>
          </w:tcPr>
          <w:p w:rsidR="00D40F2F" w:rsidRPr="004B0AA7" w:rsidRDefault="00D40F2F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Інформація про авторські публікації відсутня</w:t>
            </w:r>
          </w:p>
        </w:tc>
        <w:tc>
          <w:tcPr>
            <w:tcW w:w="1980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D40F2F" w:rsidRPr="00E07F0C" w:rsidTr="00F877A9">
        <w:tc>
          <w:tcPr>
            <w:tcW w:w="828" w:type="dxa"/>
          </w:tcPr>
          <w:p w:rsidR="00D40F2F" w:rsidRPr="004B0AA7" w:rsidRDefault="00D40F2F" w:rsidP="00F877A9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11.10</w:t>
            </w:r>
          </w:p>
        </w:tc>
        <w:tc>
          <w:tcPr>
            <w:tcW w:w="6120" w:type="dxa"/>
          </w:tcPr>
          <w:p w:rsidR="00D40F2F" w:rsidRPr="004B0AA7" w:rsidRDefault="00D40F2F" w:rsidP="002251A5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Певний аналіз присутній. Проте, наприклад, виклад подій стосовно перепоховання І. Сірка значною мірою викладено (із прямими запозиченнями) за публікацією В. Грибовського</w:t>
            </w:r>
            <w:r>
              <w:t xml:space="preserve"> </w:t>
            </w:r>
            <w:r w:rsidRPr="002251A5">
              <w:rPr>
                <w:rFonts w:ascii="Times New Roman" w:hAnsi="Times New Roman"/>
                <w:b w:val="0"/>
                <w:sz w:val="24"/>
                <w:szCs w:val="24"/>
              </w:rPr>
              <w:t>До питання про подальше облаштування Меморіального комплексу “Могила кошового отамана Івана Сірка” / В.В. Грибовський // Козацька спадщина. — 2005. — Вип. 2. — С. 123-127.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Проте ця публікація не присутня в списку джерел та літератури</w:t>
            </w:r>
          </w:p>
        </w:tc>
        <w:tc>
          <w:tcPr>
            <w:tcW w:w="1980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D40F2F" w:rsidRPr="004B0AA7" w:rsidRDefault="00D40F2F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D40F2F" w:rsidRPr="00E07F0C" w:rsidTr="00F877A9">
        <w:tc>
          <w:tcPr>
            <w:tcW w:w="8928" w:type="dxa"/>
            <w:gridSpan w:val="3"/>
          </w:tcPr>
          <w:p w:rsidR="00D40F2F" w:rsidRPr="009B4D99" w:rsidRDefault="00D40F2F" w:rsidP="00F877A9">
            <w:pPr>
              <w:pStyle w:val="BodyText"/>
              <w:ind w:right="27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4D99">
              <w:rPr>
                <w:rFonts w:ascii="Times New Roman" w:hAnsi="Times New Roman"/>
                <w:sz w:val="24"/>
                <w:szCs w:val="24"/>
              </w:rPr>
              <w:t>Сума балів</w:t>
            </w:r>
          </w:p>
        </w:tc>
        <w:tc>
          <w:tcPr>
            <w:tcW w:w="927" w:type="dxa"/>
          </w:tcPr>
          <w:p w:rsidR="00D40F2F" w:rsidRPr="009B4D99" w:rsidRDefault="00D40F2F" w:rsidP="00F877A9">
            <w:pPr>
              <w:pStyle w:val="BodyText"/>
              <w:ind w:right="279"/>
              <w:rPr>
                <w:rFonts w:ascii="Times New Roman" w:hAnsi="Times New Roman"/>
                <w:sz w:val="24"/>
                <w:szCs w:val="24"/>
              </w:rPr>
            </w:pPr>
            <w:r w:rsidRPr="009B4D99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D40F2F" w:rsidRDefault="00D40F2F" w:rsidP="00D711CD">
      <w:pPr>
        <w:pStyle w:val="BodyText"/>
        <w:ind w:left="-180" w:right="279"/>
        <w:jc w:val="left"/>
        <w:rPr>
          <w:rFonts w:ascii="Times New Roman" w:hAnsi="Times New Roman"/>
          <w:b w:val="0"/>
          <w:szCs w:val="28"/>
        </w:rPr>
      </w:pPr>
    </w:p>
    <w:sectPr w:rsidR="00D40F2F" w:rsidSect="00A31165">
      <w:headerReference w:type="even" r:id="rId6"/>
      <w:pgSz w:w="11906" w:h="16838"/>
      <w:pgMar w:top="1134" w:right="20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F2F" w:rsidRDefault="00D40F2F">
      <w:r>
        <w:separator/>
      </w:r>
    </w:p>
  </w:endnote>
  <w:endnote w:type="continuationSeparator" w:id="0">
    <w:p w:rsidR="00D40F2F" w:rsidRDefault="00D40F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F2F" w:rsidRDefault="00D40F2F">
      <w:r>
        <w:separator/>
      </w:r>
    </w:p>
  </w:footnote>
  <w:footnote w:type="continuationSeparator" w:id="0">
    <w:p w:rsidR="00D40F2F" w:rsidRDefault="00D40F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F2F" w:rsidRDefault="00D40F2F" w:rsidP="006F17B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40F2F" w:rsidRDefault="00D40F2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5656"/>
    <w:rsid w:val="0003370E"/>
    <w:rsid w:val="000415A5"/>
    <w:rsid w:val="00074E4E"/>
    <w:rsid w:val="00095574"/>
    <w:rsid w:val="000A4DF5"/>
    <w:rsid w:val="000C05BA"/>
    <w:rsid w:val="000D01D0"/>
    <w:rsid w:val="00100C3A"/>
    <w:rsid w:val="00104328"/>
    <w:rsid w:val="00110E85"/>
    <w:rsid w:val="00171D72"/>
    <w:rsid w:val="001D3639"/>
    <w:rsid w:val="001E14EC"/>
    <w:rsid w:val="001F41E0"/>
    <w:rsid w:val="00215D19"/>
    <w:rsid w:val="002249CB"/>
    <w:rsid w:val="002251A5"/>
    <w:rsid w:val="002309C4"/>
    <w:rsid w:val="002343F4"/>
    <w:rsid w:val="00263370"/>
    <w:rsid w:val="002904ED"/>
    <w:rsid w:val="002D53E2"/>
    <w:rsid w:val="002E7350"/>
    <w:rsid w:val="003010D0"/>
    <w:rsid w:val="003262FB"/>
    <w:rsid w:val="00326329"/>
    <w:rsid w:val="00342C06"/>
    <w:rsid w:val="00375656"/>
    <w:rsid w:val="003C6B69"/>
    <w:rsid w:val="003C72AE"/>
    <w:rsid w:val="003E117E"/>
    <w:rsid w:val="00405928"/>
    <w:rsid w:val="004B0AA7"/>
    <w:rsid w:val="004B2F8E"/>
    <w:rsid w:val="004C332C"/>
    <w:rsid w:val="004D62EC"/>
    <w:rsid w:val="005017B6"/>
    <w:rsid w:val="00574FE9"/>
    <w:rsid w:val="00582657"/>
    <w:rsid w:val="00595A6A"/>
    <w:rsid w:val="005A0A5F"/>
    <w:rsid w:val="005C18B1"/>
    <w:rsid w:val="005C3070"/>
    <w:rsid w:val="005C4CD9"/>
    <w:rsid w:val="00604FC9"/>
    <w:rsid w:val="00671C1B"/>
    <w:rsid w:val="00687900"/>
    <w:rsid w:val="006F17BD"/>
    <w:rsid w:val="00702253"/>
    <w:rsid w:val="0070250D"/>
    <w:rsid w:val="00731739"/>
    <w:rsid w:val="007840CA"/>
    <w:rsid w:val="007B48D0"/>
    <w:rsid w:val="007E3D1F"/>
    <w:rsid w:val="00824F1C"/>
    <w:rsid w:val="0083327D"/>
    <w:rsid w:val="00835F55"/>
    <w:rsid w:val="008622DD"/>
    <w:rsid w:val="008627E8"/>
    <w:rsid w:val="00884F0F"/>
    <w:rsid w:val="008C77D2"/>
    <w:rsid w:val="008D5012"/>
    <w:rsid w:val="008F2C4C"/>
    <w:rsid w:val="0092178B"/>
    <w:rsid w:val="009B4D99"/>
    <w:rsid w:val="009D138B"/>
    <w:rsid w:val="009E49B0"/>
    <w:rsid w:val="009E5A11"/>
    <w:rsid w:val="00A252A8"/>
    <w:rsid w:val="00A26DB6"/>
    <w:rsid w:val="00A31165"/>
    <w:rsid w:val="00A5680F"/>
    <w:rsid w:val="00A6201C"/>
    <w:rsid w:val="00A939EA"/>
    <w:rsid w:val="00AD724E"/>
    <w:rsid w:val="00B11F05"/>
    <w:rsid w:val="00B63358"/>
    <w:rsid w:val="00B75FCA"/>
    <w:rsid w:val="00BC36BC"/>
    <w:rsid w:val="00BF731A"/>
    <w:rsid w:val="00C14F70"/>
    <w:rsid w:val="00C44405"/>
    <w:rsid w:val="00C768F6"/>
    <w:rsid w:val="00D32652"/>
    <w:rsid w:val="00D40F2F"/>
    <w:rsid w:val="00D5791A"/>
    <w:rsid w:val="00D711CD"/>
    <w:rsid w:val="00D7783A"/>
    <w:rsid w:val="00D941CF"/>
    <w:rsid w:val="00D96905"/>
    <w:rsid w:val="00DB0D49"/>
    <w:rsid w:val="00DB14FD"/>
    <w:rsid w:val="00DB7760"/>
    <w:rsid w:val="00DC42E2"/>
    <w:rsid w:val="00E04CCB"/>
    <w:rsid w:val="00E068EB"/>
    <w:rsid w:val="00E07F0C"/>
    <w:rsid w:val="00E62838"/>
    <w:rsid w:val="00E93EFC"/>
    <w:rsid w:val="00E96DE8"/>
    <w:rsid w:val="00EA170F"/>
    <w:rsid w:val="00EB763F"/>
    <w:rsid w:val="00EC3FF1"/>
    <w:rsid w:val="00ED501A"/>
    <w:rsid w:val="00F41DD7"/>
    <w:rsid w:val="00F67262"/>
    <w:rsid w:val="00F71C96"/>
    <w:rsid w:val="00F877A9"/>
    <w:rsid w:val="00F935E6"/>
    <w:rsid w:val="00FA2B1A"/>
    <w:rsid w:val="00FC4CC4"/>
    <w:rsid w:val="00FD7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locked="1" w:uiPriority="0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711CD"/>
    <w:rPr>
      <w:sz w:val="24"/>
      <w:szCs w:val="24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756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75656"/>
    <w:pPr>
      <w:keepNext/>
      <w:spacing w:before="240" w:after="60"/>
      <w:outlineLvl w:val="3"/>
    </w:pPr>
    <w:rPr>
      <w:b/>
      <w:bCs/>
      <w:sz w:val="28"/>
      <w:szCs w:val="28"/>
      <w:lang w:eastAsia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7565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EA170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375656"/>
    <w:rPr>
      <w:rFonts w:ascii="Arial" w:hAnsi="Arial" w:cs="Times New Roman"/>
      <w:b/>
      <w:sz w:val="26"/>
      <w:lang w:val="uk-UA" w:eastAsia="uk-U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75656"/>
    <w:rPr>
      <w:rFonts w:eastAsia="Times New Roman" w:cs="Times New Roman"/>
      <w:b/>
      <w:sz w:val="28"/>
      <w:lang w:val="uk-UA" w:eastAsia="uk-U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75656"/>
    <w:rPr>
      <w:rFonts w:cs="Times New Roman"/>
      <w:b/>
      <w:i/>
      <w:sz w:val="26"/>
      <w:lang w:val="uk-UA"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EA170F"/>
    <w:rPr>
      <w:rFonts w:ascii="Calibri" w:hAnsi="Calibri" w:cs="Times New Roman"/>
      <w:b/>
      <w:bCs/>
      <w:lang w:val="uk-UA"/>
    </w:rPr>
  </w:style>
  <w:style w:type="paragraph" w:styleId="BodyText">
    <w:name w:val="Body Text"/>
    <w:basedOn w:val="Normal"/>
    <w:link w:val="BodyTextChar"/>
    <w:uiPriority w:val="99"/>
    <w:rsid w:val="00375656"/>
    <w:pPr>
      <w:jc w:val="center"/>
    </w:pPr>
    <w:rPr>
      <w:rFonts w:ascii="Calibri" w:hAnsi="Calibri"/>
      <w:b/>
      <w:sz w:val="28"/>
      <w:szCs w:val="20"/>
      <w:lang w:eastAsia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75656"/>
    <w:rPr>
      <w:rFonts w:ascii="Calibri" w:hAnsi="Calibri" w:cs="Times New Roman"/>
      <w:b/>
      <w:sz w:val="28"/>
      <w:lang w:val="uk-UA" w:eastAsia="uk-UA"/>
    </w:rPr>
  </w:style>
  <w:style w:type="paragraph" w:styleId="Header">
    <w:name w:val="header"/>
    <w:basedOn w:val="Normal"/>
    <w:link w:val="HeaderChar"/>
    <w:uiPriority w:val="99"/>
    <w:rsid w:val="00375656"/>
    <w:pPr>
      <w:tabs>
        <w:tab w:val="center" w:pos="4153"/>
        <w:tab w:val="right" w:pos="8306"/>
      </w:tabs>
      <w:ind w:firstLine="567"/>
      <w:jc w:val="both"/>
    </w:pPr>
    <w:rPr>
      <w:rFonts w:ascii="Calibri" w:hAnsi="Calibri"/>
      <w:sz w:val="28"/>
      <w:szCs w:val="20"/>
      <w:lang w:eastAsia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75656"/>
    <w:rPr>
      <w:rFonts w:ascii="Calibri" w:hAnsi="Calibri" w:cs="Times New Roman"/>
      <w:sz w:val="28"/>
      <w:lang w:val="uk-UA" w:eastAsia="uk-UA"/>
    </w:rPr>
  </w:style>
  <w:style w:type="paragraph" w:styleId="FootnoteText">
    <w:name w:val="footnote text"/>
    <w:basedOn w:val="Normal"/>
    <w:link w:val="FootnoteTextChar"/>
    <w:uiPriority w:val="99"/>
    <w:semiHidden/>
    <w:rsid w:val="00375656"/>
    <w:rPr>
      <w:rFonts w:ascii="Calibri" w:hAnsi="Calibri"/>
      <w:sz w:val="22"/>
      <w:szCs w:val="22"/>
      <w:lang w:eastAsia="uk-U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75656"/>
    <w:rPr>
      <w:rFonts w:ascii="Calibri" w:hAnsi="Calibri" w:cs="Times New Roman"/>
      <w:sz w:val="22"/>
      <w:lang w:val="uk-UA" w:eastAsia="uk-UA"/>
    </w:rPr>
  </w:style>
  <w:style w:type="character" w:styleId="FootnoteReference">
    <w:name w:val="footnote reference"/>
    <w:basedOn w:val="DefaultParagraphFont"/>
    <w:uiPriority w:val="99"/>
    <w:semiHidden/>
    <w:rsid w:val="00375656"/>
    <w:rPr>
      <w:rFonts w:cs="Times New Roman"/>
      <w:vertAlign w:val="superscript"/>
    </w:rPr>
  </w:style>
  <w:style w:type="character" w:styleId="PageNumber">
    <w:name w:val="page number"/>
    <w:basedOn w:val="DefaultParagraphFont"/>
    <w:uiPriority w:val="99"/>
    <w:rsid w:val="0037565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7565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14F70"/>
    <w:rPr>
      <w:rFonts w:cs="Times New Roman"/>
      <w:sz w:val="24"/>
      <w:szCs w:val="24"/>
      <w:lang w:eastAsia="ru-RU"/>
    </w:rPr>
  </w:style>
  <w:style w:type="paragraph" w:customStyle="1" w:styleId="docdata">
    <w:name w:val="docdata"/>
    <w:aliases w:val="docy,v5,2379,baiaagaaboqcaaadhacaaawsbw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EC3FF1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306</Words>
  <Characters>1750</Characters>
  <Application>Microsoft Office Outlook</Application>
  <DocSecurity>0</DocSecurity>
  <Lines>0</Lines>
  <Paragraphs>0</Paragraphs>
  <ScaleCrop>false</ScaleCrop>
  <Company>UCL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IITZO</dc:creator>
  <cp:keywords/>
  <dc:description/>
  <cp:lastModifiedBy>ntokar</cp:lastModifiedBy>
  <cp:revision>3</cp:revision>
  <cp:lastPrinted>2017-05-29T09:41:00Z</cp:lastPrinted>
  <dcterms:created xsi:type="dcterms:W3CDTF">2019-03-21T07:29:00Z</dcterms:created>
  <dcterms:modified xsi:type="dcterms:W3CDTF">2019-03-26T09:36:00Z</dcterms:modified>
</cp:coreProperties>
</file>